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56"/>
        <w:gridCol w:w="4662"/>
        <w:gridCol w:w="5398"/>
      </w:tblGrid>
      <w:tr w:rsidR="009B40BC" w:rsidTr="009B40BC">
        <w:trPr>
          <w:trHeight w:val="1610"/>
        </w:trPr>
        <w:tc>
          <w:tcPr>
            <w:tcW w:w="4768" w:type="dxa"/>
          </w:tcPr>
          <w:p w:rsidR="009B40BC" w:rsidRPr="009B40BC" w:rsidRDefault="009B40B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Geography/Climate/Location</w:t>
            </w:r>
          </w:p>
        </w:tc>
        <w:tc>
          <w:tcPr>
            <w:tcW w:w="4768" w:type="dxa"/>
          </w:tcPr>
          <w:p w:rsidR="009B40BC" w:rsidRPr="009B40BC" w:rsidRDefault="009B40B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Economy/Jobs/Crops/Animals</w:t>
            </w:r>
          </w:p>
        </w:tc>
        <w:tc>
          <w:tcPr>
            <w:tcW w:w="4768" w:type="dxa"/>
          </w:tcPr>
          <w:p w:rsidR="009B40BC" w:rsidRPr="009B40BC" w:rsidRDefault="009B40B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Technology/Tools/Inventions/Ideas</w:t>
            </w:r>
            <w:bookmarkStart w:id="0" w:name="_GoBack"/>
            <w:bookmarkEnd w:id="0"/>
          </w:p>
        </w:tc>
      </w:tr>
      <w:tr w:rsidR="009B40BC" w:rsidTr="009B40BC">
        <w:trPr>
          <w:trHeight w:val="8900"/>
        </w:trPr>
        <w:tc>
          <w:tcPr>
            <w:tcW w:w="4768" w:type="dxa"/>
          </w:tcPr>
          <w:p w:rsidR="009B40BC" w:rsidRDefault="009B40BC"/>
        </w:tc>
        <w:tc>
          <w:tcPr>
            <w:tcW w:w="4768" w:type="dxa"/>
          </w:tcPr>
          <w:p w:rsidR="009B40BC" w:rsidRDefault="009B40BC"/>
        </w:tc>
        <w:tc>
          <w:tcPr>
            <w:tcW w:w="4768" w:type="dxa"/>
          </w:tcPr>
          <w:p w:rsidR="009B40BC" w:rsidRDefault="009B40BC"/>
        </w:tc>
      </w:tr>
    </w:tbl>
    <w:p w:rsidR="000C144A" w:rsidRDefault="000C144A"/>
    <w:sectPr w:rsidR="000C144A" w:rsidSect="009B40B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0BC"/>
    <w:rsid w:val="000C144A"/>
    <w:rsid w:val="009B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40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40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A6F5BF4E.dotm</Template>
  <TotalTime>3</TotalTime>
  <Pages>2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Lakeland CSD</dc:creator>
  <cp:keywords/>
  <dc:description/>
  <cp:lastModifiedBy>Lakeland CSD</cp:lastModifiedBy>
  <cp:revision>1</cp:revision>
  <dcterms:created xsi:type="dcterms:W3CDTF">2012-02-01T19:17:00Z</dcterms:created>
  <dcterms:modified xsi:type="dcterms:W3CDTF">2012-02-01T19:20:00Z</dcterms:modified>
</cp:coreProperties>
</file>